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ECD" w:rsidRPr="009A7E76" w:rsidRDefault="009A7E76" w:rsidP="00F26C2B">
      <w:pPr>
        <w:ind w:right="1128"/>
        <w:rPr>
          <w:rFonts w:ascii="Raleway" w:hAnsi="Raleway"/>
          <w:b/>
          <w:sz w:val="28"/>
          <w:szCs w:val="28"/>
        </w:rPr>
      </w:pPr>
      <w:r w:rsidRPr="009A7E76">
        <w:rPr>
          <w:rFonts w:ascii="Raleway" w:hAnsi="Raleway"/>
          <w:b/>
          <w:sz w:val="28"/>
          <w:szCs w:val="28"/>
        </w:rPr>
        <w:t>PRESSEINFORMATION</w:t>
      </w:r>
    </w:p>
    <w:p w:rsidR="009A7E76" w:rsidRDefault="009A7E76" w:rsidP="00F26C2B">
      <w:pPr>
        <w:ind w:right="1128"/>
        <w:rPr>
          <w:rFonts w:ascii="Raleway" w:hAnsi="Raleway"/>
          <w:b/>
        </w:rPr>
      </w:pPr>
    </w:p>
    <w:p w:rsidR="009A7E76" w:rsidRDefault="009A7E76" w:rsidP="00F26C2B">
      <w:pPr>
        <w:ind w:right="1128"/>
        <w:rPr>
          <w:rFonts w:ascii="Raleway" w:hAnsi="Raleway"/>
          <w:b/>
        </w:rPr>
      </w:pPr>
    </w:p>
    <w:p w:rsidR="00431193" w:rsidRPr="00823E20" w:rsidRDefault="00B712FE" w:rsidP="00431193">
      <w:pPr>
        <w:spacing w:line="360" w:lineRule="auto"/>
        <w:ind w:right="1128"/>
        <w:jc w:val="both"/>
        <w:rPr>
          <w:rFonts w:ascii="Raleway" w:hAnsi="Raleway"/>
          <w:b/>
          <w:sz w:val="20"/>
        </w:rPr>
      </w:pPr>
      <w:r>
        <w:rPr>
          <w:rFonts w:ascii="Raleway" w:hAnsi="Raleway"/>
          <w:b/>
          <w:sz w:val="20"/>
        </w:rPr>
        <w:t>Investition in die Zukunft</w:t>
      </w:r>
    </w:p>
    <w:p w:rsidR="00431193" w:rsidRDefault="00431193" w:rsidP="00431193">
      <w:pPr>
        <w:spacing w:line="360" w:lineRule="auto"/>
        <w:ind w:right="1128"/>
        <w:jc w:val="both"/>
        <w:rPr>
          <w:rFonts w:ascii="Raleway" w:hAnsi="Raleway"/>
          <w:b/>
          <w:sz w:val="24"/>
          <w:szCs w:val="24"/>
        </w:rPr>
      </w:pPr>
      <w:r>
        <w:rPr>
          <w:rFonts w:ascii="Raleway" w:hAnsi="Raleway"/>
          <w:b/>
          <w:sz w:val="24"/>
          <w:szCs w:val="24"/>
        </w:rPr>
        <w:t xml:space="preserve">Zwei neue Auszubildende </w:t>
      </w:r>
      <w:r w:rsidR="00D51932">
        <w:rPr>
          <w:rFonts w:ascii="Raleway" w:hAnsi="Raleway"/>
          <w:b/>
          <w:sz w:val="24"/>
          <w:szCs w:val="24"/>
        </w:rPr>
        <w:t xml:space="preserve">starten bei </w:t>
      </w:r>
      <w:r>
        <w:rPr>
          <w:rFonts w:ascii="Raleway" w:hAnsi="Raleway"/>
          <w:b/>
          <w:sz w:val="24"/>
          <w:szCs w:val="24"/>
        </w:rPr>
        <w:t xml:space="preserve">Lingner Marketing </w:t>
      </w:r>
      <w:r w:rsidR="00D51932">
        <w:rPr>
          <w:rFonts w:ascii="Raleway" w:hAnsi="Raleway"/>
          <w:b/>
          <w:sz w:val="24"/>
          <w:szCs w:val="24"/>
        </w:rPr>
        <w:t>in die Werbewelt</w:t>
      </w:r>
    </w:p>
    <w:p w:rsidR="00431193" w:rsidRDefault="00431193" w:rsidP="00431193">
      <w:pPr>
        <w:spacing w:line="360" w:lineRule="auto"/>
        <w:ind w:right="1128"/>
        <w:jc w:val="both"/>
        <w:rPr>
          <w:rFonts w:ascii="Raleway" w:hAnsi="Raleway"/>
          <w:b/>
          <w:szCs w:val="22"/>
        </w:rPr>
      </w:pPr>
    </w:p>
    <w:p w:rsidR="00431193" w:rsidRDefault="00431193" w:rsidP="00431193">
      <w:pPr>
        <w:spacing w:line="360" w:lineRule="auto"/>
        <w:ind w:right="1128"/>
        <w:jc w:val="both"/>
        <w:rPr>
          <w:rFonts w:ascii="Raleway" w:hAnsi="Raleway"/>
          <w:i/>
          <w:szCs w:val="22"/>
        </w:rPr>
      </w:pPr>
      <w:r>
        <w:rPr>
          <w:rFonts w:ascii="Raleway" w:hAnsi="Raleway"/>
          <w:i/>
          <w:szCs w:val="22"/>
        </w:rPr>
        <w:t xml:space="preserve">Die Werbeagentur Lingner Marketing begrüßt gleich zwei neue Auszubildende zur Kauffrau beziehungsweise zum Kauffmann für Marketingkommunikation und führt sie in die </w:t>
      </w:r>
      <w:r w:rsidR="00A244F9">
        <w:rPr>
          <w:rFonts w:ascii="Raleway" w:hAnsi="Raleway"/>
          <w:i/>
          <w:szCs w:val="22"/>
        </w:rPr>
        <w:t xml:space="preserve">spannende </w:t>
      </w:r>
      <w:r>
        <w:rPr>
          <w:rFonts w:ascii="Raleway" w:hAnsi="Raleway"/>
          <w:i/>
          <w:szCs w:val="22"/>
        </w:rPr>
        <w:t xml:space="preserve">Welt von Werbung und Marketing ein. </w:t>
      </w:r>
    </w:p>
    <w:p w:rsidR="00431193" w:rsidRDefault="00431193" w:rsidP="00431193">
      <w:pPr>
        <w:spacing w:line="360" w:lineRule="auto"/>
        <w:ind w:right="1128"/>
        <w:jc w:val="both"/>
        <w:rPr>
          <w:rFonts w:ascii="Raleway" w:hAnsi="Raleway"/>
          <w:i/>
          <w:szCs w:val="22"/>
        </w:rPr>
      </w:pPr>
    </w:p>
    <w:p w:rsidR="00344EE1" w:rsidRDefault="00431193" w:rsidP="00A244F9">
      <w:pPr>
        <w:spacing w:line="360" w:lineRule="auto"/>
        <w:ind w:right="1128"/>
        <w:jc w:val="both"/>
        <w:rPr>
          <w:rFonts w:ascii="Raleway" w:hAnsi="Raleway"/>
          <w:szCs w:val="22"/>
        </w:rPr>
      </w:pPr>
      <w:r>
        <w:rPr>
          <w:rFonts w:ascii="Raleway" w:hAnsi="Raleway"/>
          <w:szCs w:val="22"/>
        </w:rPr>
        <w:t xml:space="preserve">FÜRTH, </w:t>
      </w:r>
      <w:r w:rsidR="00A244F9">
        <w:rPr>
          <w:rFonts w:ascii="Raleway" w:hAnsi="Raleway"/>
          <w:szCs w:val="22"/>
        </w:rPr>
        <w:t>September</w:t>
      </w:r>
      <w:r>
        <w:rPr>
          <w:rFonts w:ascii="Raleway" w:hAnsi="Raleway"/>
          <w:szCs w:val="22"/>
        </w:rPr>
        <w:t xml:space="preserve"> 2022 – </w:t>
      </w:r>
      <w:r w:rsidR="00A244F9">
        <w:rPr>
          <w:rFonts w:ascii="Raleway" w:hAnsi="Raleway"/>
          <w:szCs w:val="22"/>
        </w:rPr>
        <w:t xml:space="preserve">Die Werbeagentur Lingner Marketing aus Fürth </w:t>
      </w:r>
      <w:r w:rsidR="00784963">
        <w:rPr>
          <w:rFonts w:ascii="Raleway" w:hAnsi="Raleway"/>
          <w:szCs w:val="22"/>
        </w:rPr>
        <w:t>freut</w:t>
      </w:r>
      <w:r w:rsidR="00A244F9">
        <w:rPr>
          <w:rFonts w:ascii="Raleway" w:hAnsi="Raleway"/>
          <w:szCs w:val="22"/>
        </w:rPr>
        <w:t xml:space="preserve"> sich über Nachwuchs: Gleich zwei Auszubildende starten bei der Agentur ins Berufsleben. Robin Hofmann und Sarah Böhm </w:t>
      </w:r>
      <w:r w:rsidR="00CE0A4F">
        <w:rPr>
          <w:rFonts w:ascii="Raleway" w:hAnsi="Raleway"/>
          <w:szCs w:val="22"/>
        </w:rPr>
        <w:t xml:space="preserve">haben sich </w:t>
      </w:r>
      <w:r w:rsidR="00F74DA4">
        <w:rPr>
          <w:rFonts w:ascii="Raleway" w:hAnsi="Raleway"/>
          <w:szCs w:val="22"/>
        </w:rPr>
        <w:t xml:space="preserve">für </w:t>
      </w:r>
      <w:r w:rsidR="00CE0A4F">
        <w:rPr>
          <w:rFonts w:ascii="Raleway" w:hAnsi="Raleway"/>
          <w:szCs w:val="22"/>
        </w:rPr>
        <w:t xml:space="preserve">den Beruf des Kaufmanns beziehungsweise der Kauffrau für Marketingkommunikation entschieden und </w:t>
      </w:r>
      <w:r w:rsidR="00F74DA4">
        <w:rPr>
          <w:rFonts w:ascii="Raleway" w:hAnsi="Raleway"/>
          <w:szCs w:val="22"/>
        </w:rPr>
        <w:t>mit</w:t>
      </w:r>
      <w:r w:rsidR="00CE0A4F">
        <w:rPr>
          <w:rFonts w:ascii="Raleway" w:hAnsi="Raleway"/>
          <w:szCs w:val="22"/>
        </w:rPr>
        <w:t xml:space="preserve"> der Agentur einen erfahrenen und zuverlässigen Ausbildungsbetrieb </w:t>
      </w:r>
      <w:r w:rsidR="00B712FE">
        <w:rPr>
          <w:rFonts w:ascii="Raleway" w:hAnsi="Raleway"/>
          <w:szCs w:val="22"/>
        </w:rPr>
        <w:t xml:space="preserve">in der Region </w:t>
      </w:r>
      <w:r w:rsidR="00CE0A4F">
        <w:rPr>
          <w:rFonts w:ascii="Raleway" w:hAnsi="Raleway"/>
          <w:szCs w:val="22"/>
        </w:rPr>
        <w:t xml:space="preserve">gefunden. </w:t>
      </w:r>
    </w:p>
    <w:p w:rsidR="006A4CF4" w:rsidRDefault="006A4CF4" w:rsidP="00A244F9">
      <w:pPr>
        <w:spacing w:line="360" w:lineRule="auto"/>
        <w:ind w:right="1128"/>
        <w:jc w:val="both"/>
        <w:rPr>
          <w:rFonts w:ascii="Raleway" w:hAnsi="Raleway"/>
          <w:szCs w:val="22"/>
        </w:rPr>
      </w:pPr>
    </w:p>
    <w:p w:rsidR="00F74DA4" w:rsidRDefault="00F74DA4" w:rsidP="00A244F9">
      <w:pPr>
        <w:spacing w:line="360" w:lineRule="auto"/>
        <w:ind w:right="1128"/>
        <w:jc w:val="both"/>
        <w:rPr>
          <w:rFonts w:ascii="Raleway" w:hAnsi="Raleway"/>
          <w:szCs w:val="22"/>
        </w:rPr>
      </w:pPr>
      <w:r>
        <w:rPr>
          <w:rFonts w:ascii="Raleway" w:hAnsi="Raleway"/>
          <w:szCs w:val="22"/>
        </w:rPr>
        <w:t xml:space="preserve">Hier lernen sie </w:t>
      </w:r>
      <w:r w:rsidR="00CF5B78">
        <w:rPr>
          <w:rFonts w:ascii="Raleway" w:hAnsi="Raleway"/>
          <w:szCs w:val="22"/>
        </w:rPr>
        <w:t xml:space="preserve">in den nächsten zwei Jahren, </w:t>
      </w:r>
      <w:r>
        <w:rPr>
          <w:rFonts w:ascii="Raleway" w:hAnsi="Raleway"/>
          <w:szCs w:val="22"/>
        </w:rPr>
        <w:t>Kampagnen zu organisieren, wie Marken</w:t>
      </w:r>
      <w:r w:rsidR="00CF5B78">
        <w:rPr>
          <w:rFonts w:ascii="Raleway" w:hAnsi="Raleway"/>
          <w:szCs w:val="22"/>
        </w:rPr>
        <w:t xml:space="preserve"> schrittweise</w:t>
      </w:r>
      <w:r>
        <w:rPr>
          <w:rFonts w:ascii="Raleway" w:hAnsi="Raleway"/>
          <w:szCs w:val="22"/>
        </w:rPr>
        <w:t xml:space="preserve"> entstehen, dürfen an kreativen Prozessen teilhaben, üben den Umgang mit Marketingverantwortlichen und vieles mehr. In der Berufsschule B6 in Nürnberg wird die Praxis dann </w:t>
      </w:r>
      <w:r w:rsidR="00CF5B78">
        <w:rPr>
          <w:rFonts w:ascii="Raleway" w:hAnsi="Raleway"/>
          <w:szCs w:val="22"/>
        </w:rPr>
        <w:t xml:space="preserve">sinnvoll </w:t>
      </w:r>
      <w:r>
        <w:rPr>
          <w:rFonts w:ascii="Raleway" w:hAnsi="Raleway"/>
          <w:szCs w:val="22"/>
        </w:rPr>
        <w:t xml:space="preserve">um die theoretischen Grundlagen ergänzt. </w:t>
      </w:r>
    </w:p>
    <w:p w:rsidR="006A4CF4" w:rsidRDefault="006A4CF4" w:rsidP="00A244F9">
      <w:pPr>
        <w:spacing w:line="360" w:lineRule="auto"/>
        <w:ind w:right="1128"/>
        <w:jc w:val="both"/>
        <w:rPr>
          <w:rFonts w:ascii="Raleway" w:hAnsi="Raleway"/>
          <w:szCs w:val="22"/>
        </w:rPr>
      </w:pPr>
    </w:p>
    <w:p w:rsidR="006A4CF4" w:rsidRPr="00A244F9" w:rsidRDefault="006A4CF4" w:rsidP="00A244F9">
      <w:pPr>
        <w:spacing w:line="360" w:lineRule="auto"/>
        <w:ind w:right="1128"/>
        <w:jc w:val="both"/>
        <w:rPr>
          <w:rFonts w:ascii="Raleway" w:hAnsi="Raleway"/>
          <w:szCs w:val="22"/>
        </w:rPr>
      </w:pPr>
      <w:r>
        <w:rPr>
          <w:rFonts w:ascii="Raleway" w:hAnsi="Raleway"/>
          <w:szCs w:val="22"/>
        </w:rPr>
        <w:t xml:space="preserve">„Für uns ist Ausbildung ein sehr wichtiges Thema“, so </w:t>
      </w:r>
      <w:r w:rsidR="00C17089">
        <w:rPr>
          <w:rFonts w:ascii="Raleway" w:hAnsi="Raleway"/>
          <w:szCs w:val="22"/>
        </w:rPr>
        <w:t xml:space="preserve">Sibylle Lingner, Inhaberin der Agentur. „Es ist eine Investition in unsere Zukunft und wir freuen uns, dass wir mit den beiden Auszubildenden zwei junge und motivierte Leute gefunden haben, die unsere Leidenschaft für </w:t>
      </w:r>
      <w:r w:rsidR="000951A9">
        <w:rPr>
          <w:rFonts w:ascii="Raleway" w:hAnsi="Raleway"/>
          <w:szCs w:val="22"/>
        </w:rPr>
        <w:t xml:space="preserve">Marketing und </w:t>
      </w:r>
      <w:r w:rsidR="00C17089">
        <w:rPr>
          <w:rFonts w:ascii="Raleway" w:hAnsi="Raleway"/>
          <w:szCs w:val="22"/>
        </w:rPr>
        <w:t>Kommunikation teilen.“</w:t>
      </w:r>
    </w:p>
    <w:p w:rsidR="00C17089" w:rsidRDefault="00C17089" w:rsidP="00C17089">
      <w:pPr>
        <w:spacing w:line="360" w:lineRule="auto"/>
        <w:ind w:right="1128"/>
        <w:jc w:val="both"/>
        <w:rPr>
          <w:rFonts w:ascii="Raleway" w:hAnsi="Raleway"/>
        </w:rPr>
      </w:pPr>
    </w:p>
    <w:p w:rsidR="00344EE1" w:rsidRDefault="00C17089" w:rsidP="00C17089">
      <w:pPr>
        <w:spacing w:line="360" w:lineRule="auto"/>
        <w:ind w:right="1128"/>
        <w:rPr>
          <w:rFonts w:ascii="Raleway" w:hAnsi="Raleway"/>
          <w:b/>
        </w:rPr>
      </w:pPr>
      <w:r>
        <w:rPr>
          <w:rFonts w:ascii="Raleway" w:hAnsi="Raleway"/>
        </w:rPr>
        <w:t xml:space="preserve">Weitere Informationen zur Agentur finden Interessierte unter: </w:t>
      </w:r>
      <w:hyperlink r:id="rId6" w:history="1">
        <w:r w:rsidRPr="00EB7FAB">
          <w:rPr>
            <w:rStyle w:val="Hyperlink"/>
            <w:rFonts w:ascii="Raleway" w:hAnsi="Raleway"/>
          </w:rPr>
          <w:t>www.lingner.de</w:t>
        </w:r>
      </w:hyperlink>
    </w:p>
    <w:p w:rsidR="00344EE1" w:rsidRDefault="00344EE1" w:rsidP="00F26C2B">
      <w:pPr>
        <w:ind w:right="1128"/>
        <w:rPr>
          <w:rFonts w:ascii="Raleway" w:hAnsi="Raleway"/>
          <w:b/>
        </w:rPr>
      </w:pPr>
    </w:p>
    <w:p w:rsidR="007F431D" w:rsidRDefault="007F431D" w:rsidP="00F26C2B">
      <w:pPr>
        <w:ind w:right="1128"/>
        <w:rPr>
          <w:rFonts w:ascii="Raleway" w:hAnsi="Raleway"/>
          <w:b/>
        </w:rPr>
      </w:pPr>
    </w:p>
    <w:p w:rsidR="00344EE1" w:rsidRDefault="00344EE1" w:rsidP="00344EE1">
      <w:pPr>
        <w:spacing w:line="360" w:lineRule="auto"/>
        <w:ind w:right="1128"/>
        <w:jc w:val="both"/>
        <w:rPr>
          <w:rFonts w:ascii="Raleway" w:hAnsi="Raleway"/>
          <w:b/>
          <w:i/>
          <w:sz w:val="20"/>
        </w:rPr>
      </w:pPr>
      <w:r>
        <w:rPr>
          <w:rFonts w:ascii="Raleway" w:hAnsi="Raleway"/>
          <w:b/>
          <w:i/>
          <w:sz w:val="20"/>
        </w:rPr>
        <w:t>Über Lingner Marketing</w:t>
      </w:r>
    </w:p>
    <w:p w:rsidR="00344EE1" w:rsidRPr="00B15CC4" w:rsidRDefault="00344EE1" w:rsidP="00344EE1">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Pr>
          <w:rFonts w:ascii="Raleway" w:hAnsi="Raleway"/>
          <w:i/>
          <w:sz w:val="20"/>
        </w:rPr>
        <w:t xml:space="preserve"> – dieser Leitsatz ist nicht nur eine Phrase, sondern wird bei Lingner Marketing aktiv gelebt. So arbeitet die Agentur </w:t>
      </w:r>
      <w:r w:rsidRPr="00B15CC4">
        <w:rPr>
          <w:rFonts w:ascii="Raleway" w:hAnsi="Raleway"/>
          <w:i/>
          <w:sz w:val="20"/>
        </w:rPr>
        <w:t>täglich</w:t>
      </w:r>
      <w:r>
        <w:rPr>
          <w:rFonts w:ascii="Raleway" w:hAnsi="Raleway"/>
          <w:i/>
          <w:sz w:val="20"/>
        </w:rPr>
        <w:t xml:space="preserve"> voller Leidenschaft </w:t>
      </w:r>
      <w:r w:rsidRPr="00B15CC4">
        <w:rPr>
          <w:rFonts w:ascii="Raleway" w:hAnsi="Raleway"/>
          <w:i/>
          <w:sz w:val="20"/>
        </w:rPr>
        <w:t>für de</w:t>
      </w:r>
      <w:r>
        <w:rPr>
          <w:rFonts w:ascii="Raleway" w:hAnsi="Raleway"/>
          <w:i/>
          <w:sz w:val="20"/>
        </w:rPr>
        <w:t>n Erfolg ihrer Kundinnen und Kunden. Gegründet als klassische Werbeagentur im Jahr 1989 hat sie sich heute erfolgreich als Expertin für holistische Markenerlebnisse positioniert.</w:t>
      </w:r>
      <w:r w:rsidRPr="00363FD4">
        <w:rPr>
          <w:rFonts w:ascii="Raleway" w:hAnsi="Raleway"/>
          <w:i/>
          <w:sz w:val="20"/>
        </w:rPr>
        <w:t xml:space="preserve"> </w:t>
      </w:r>
      <w:r>
        <w:rPr>
          <w:rFonts w:ascii="Raleway" w:hAnsi="Raleway"/>
          <w:i/>
          <w:sz w:val="20"/>
        </w:rPr>
        <w:t xml:space="preserve">Das Leistungspaket für Unternehmen aus den Bereichen B2B und B2C beginnt bei der strategischen Beratung, geht über Brandbuilding mit zielführenden Markenworkshops </w:t>
      </w:r>
      <w:r>
        <w:rPr>
          <w:rFonts w:ascii="Raleway" w:hAnsi="Raleway"/>
          <w:i/>
          <w:sz w:val="20"/>
        </w:rPr>
        <w:lastRenderedPageBreak/>
        <w:t xml:space="preserve">und reicht bis hin zur crossmedialen Umsetzung von Online- und Offline-Maßnahmen. Beheimatet im mittelfränkischen Fürth beschäftigt die Agentur derzeit 48 Angestellte. </w:t>
      </w:r>
    </w:p>
    <w:p w:rsidR="00344EE1" w:rsidRDefault="00344EE1" w:rsidP="00F26C2B">
      <w:pPr>
        <w:ind w:right="1128"/>
        <w:rPr>
          <w:rFonts w:ascii="Raleway" w:hAnsi="Raleway"/>
          <w:b/>
        </w:rPr>
      </w:pPr>
    </w:p>
    <w:p w:rsidR="00987D15" w:rsidRDefault="00987D15" w:rsidP="00F26C2B">
      <w:pPr>
        <w:ind w:right="1128"/>
        <w:rPr>
          <w:rFonts w:ascii="Raleway" w:hAnsi="Raleway"/>
          <w:b/>
        </w:rPr>
      </w:pPr>
    </w:p>
    <w:p w:rsidR="00987D15" w:rsidRDefault="00987D15" w:rsidP="00987D15">
      <w:pPr>
        <w:ind w:right="1128"/>
        <w:rPr>
          <w:rFonts w:ascii="Raleway" w:hAnsi="Raleway"/>
          <w:b/>
          <w:u w:val="single"/>
        </w:rPr>
      </w:pPr>
      <w:r w:rsidRPr="00B76FB6">
        <w:rPr>
          <w:rFonts w:ascii="Raleway" w:hAnsi="Raleway"/>
          <w:b/>
          <w:u w:val="single"/>
        </w:rPr>
        <w:t>Bildunterschrift</w:t>
      </w:r>
    </w:p>
    <w:p w:rsidR="00987D15" w:rsidRDefault="00987D15" w:rsidP="00F26C2B">
      <w:pPr>
        <w:ind w:right="1128"/>
        <w:rPr>
          <w:rFonts w:ascii="Raleway" w:hAnsi="Raleway"/>
          <w:b/>
        </w:rPr>
      </w:pPr>
    </w:p>
    <w:p w:rsidR="00987D15" w:rsidRDefault="00987D15" w:rsidP="00F26C2B">
      <w:pPr>
        <w:ind w:right="1128"/>
        <w:rPr>
          <w:rFonts w:ascii="Raleway" w:hAnsi="Raleway"/>
          <w:b/>
        </w:rPr>
      </w:pPr>
      <w:bookmarkStart w:id="0" w:name="_GoBack"/>
      <w:r>
        <w:rPr>
          <w:rFonts w:ascii="Raleway" w:hAnsi="Raleway"/>
          <w:b/>
          <w:noProof/>
        </w:rPr>
        <w:drawing>
          <wp:inline distT="0" distB="0" distL="0" distR="0">
            <wp:extent cx="2250248" cy="1800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ngner_2022_1243.jpg"/>
                    <pic:cNvPicPr/>
                  </pic:nvPicPr>
                  <pic:blipFill>
                    <a:blip r:embed="rId7" cstate="screen">
                      <a:extLst>
                        <a:ext uri="{28A0092B-C50C-407E-A947-70E740481C1C}">
                          <a14:useLocalDpi xmlns:a14="http://schemas.microsoft.com/office/drawing/2010/main"/>
                        </a:ext>
                      </a:extLst>
                    </a:blip>
                    <a:stretch>
                      <a:fillRect/>
                    </a:stretch>
                  </pic:blipFill>
                  <pic:spPr>
                    <a:xfrm>
                      <a:off x="0" y="0"/>
                      <a:ext cx="2250248" cy="1800000"/>
                    </a:xfrm>
                    <a:prstGeom prst="rect">
                      <a:avLst/>
                    </a:prstGeom>
                  </pic:spPr>
                </pic:pic>
              </a:graphicData>
            </a:graphic>
          </wp:inline>
        </w:drawing>
      </w:r>
      <w:bookmarkEnd w:id="0"/>
    </w:p>
    <w:p w:rsidR="00987D15" w:rsidRPr="00987D15" w:rsidRDefault="00987D15" w:rsidP="00F26C2B">
      <w:pPr>
        <w:ind w:right="1128"/>
        <w:rPr>
          <w:rFonts w:ascii="Raleway" w:hAnsi="Raleway"/>
          <w:i/>
        </w:rPr>
      </w:pPr>
    </w:p>
    <w:p w:rsidR="00987D15" w:rsidRPr="00987D15" w:rsidRDefault="00987D15" w:rsidP="00F26C2B">
      <w:pPr>
        <w:ind w:right="1128"/>
        <w:rPr>
          <w:rFonts w:ascii="Raleway" w:hAnsi="Raleway"/>
          <w:i/>
        </w:rPr>
      </w:pPr>
      <w:r w:rsidRPr="00987D15">
        <w:rPr>
          <w:rFonts w:ascii="Raleway" w:hAnsi="Raleway"/>
          <w:i/>
        </w:rPr>
        <w:t>Sarah Böhm und Robin Hofmann verstärken Lingner Marketing als neue Auszubildende im Bereich Marketingkommunikation.</w:t>
      </w:r>
    </w:p>
    <w:p w:rsidR="007F431D" w:rsidRDefault="007F431D" w:rsidP="00F26C2B">
      <w:pPr>
        <w:ind w:right="1128"/>
        <w:rPr>
          <w:rFonts w:ascii="Raleway" w:hAnsi="Raleway"/>
          <w:b/>
        </w:rPr>
      </w:pPr>
    </w:p>
    <w:p w:rsidR="00987D15" w:rsidRDefault="00987D15" w:rsidP="00F26C2B">
      <w:pPr>
        <w:ind w:right="1128"/>
        <w:rPr>
          <w:rFonts w:ascii="Raleway" w:hAnsi="Raleway"/>
          <w:b/>
        </w:rPr>
      </w:pPr>
    </w:p>
    <w:p w:rsidR="00987D15" w:rsidRDefault="00987D15" w:rsidP="00F26C2B">
      <w:pPr>
        <w:ind w:right="1128"/>
        <w:rPr>
          <w:rFonts w:ascii="Raleway" w:hAnsi="Raleway"/>
          <w:b/>
        </w:rPr>
      </w:pPr>
    </w:p>
    <w:p w:rsidR="00987D15" w:rsidRDefault="00987D15" w:rsidP="00F26C2B">
      <w:pPr>
        <w:ind w:right="1128"/>
        <w:rPr>
          <w:rFonts w:ascii="Raleway" w:hAnsi="Raleway"/>
          <w:b/>
        </w:rPr>
      </w:pPr>
    </w:p>
    <w:p w:rsidR="007F431D" w:rsidRDefault="007F431D" w:rsidP="00F26C2B">
      <w:pPr>
        <w:ind w:right="1128"/>
        <w:rPr>
          <w:rFonts w:ascii="Raleway" w:hAnsi="Raleway"/>
          <w:b/>
        </w:rPr>
      </w:pPr>
      <w:r>
        <w:rPr>
          <w:rFonts w:ascii="Raleway" w:hAnsi="Raleway"/>
          <w:b/>
        </w:rPr>
        <w:t>Pressekontakt:</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rsidR="007F431D" w:rsidRPr="007F431D" w:rsidRDefault="007F431D" w:rsidP="007F431D">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8"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rsidR="007F431D" w:rsidRPr="009A7E76" w:rsidRDefault="007F431D" w:rsidP="00F26C2B">
      <w:pPr>
        <w:ind w:right="1128"/>
        <w:rPr>
          <w:rFonts w:ascii="Raleway" w:hAnsi="Raleway"/>
          <w:b/>
        </w:rPr>
      </w:pPr>
    </w:p>
    <w:sectPr w:rsidR="007F431D" w:rsidRPr="009A7E76" w:rsidSect="00CA6FD6">
      <w:headerReference w:type="default" r:id="rId9"/>
      <w:foot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715" w:rsidRDefault="00B77715" w:rsidP="00F26C2B">
      <w:r>
        <w:separator/>
      </w:r>
    </w:p>
  </w:endnote>
  <w:endnote w:type="continuationSeparator" w:id="0">
    <w:p w:rsidR="00B77715" w:rsidRDefault="00B77715"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swiss"/>
    <w:pitch w:val="variable"/>
    <w:sig w:usb0="A00000BF" w:usb1="50000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1947141"/>
      <w:docPartObj>
        <w:docPartGallery w:val="Page Numbers (Bottom of Page)"/>
        <w:docPartUnique/>
      </w:docPartObj>
    </w:sdtPr>
    <w:sdtEndPr/>
    <w:sdtContent>
      <w:sdt>
        <w:sdtPr>
          <w:id w:val="1728636285"/>
          <w:docPartObj>
            <w:docPartGallery w:val="Page Numbers (Top of Page)"/>
            <w:docPartUnique/>
          </w:docPartObj>
        </w:sdtPr>
        <w:sdtEndPr/>
        <w:sdtContent>
          <w:sdt>
            <w:sdtPr>
              <w:rPr>
                <w:rFonts w:ascii="Raleway" w:hAnsi="Raleway"/>
                <w:sz w:val="18"/>
                <w:szCs w:val="18"/>
              </w:rPr>
              <w:id w:val="2085865215"/>
              <w:docPartObj>
                <w:docPartGallery w:val="Page Numbers (Top of Page)"/>
                <w:docPartUnique/>
              </w:docPartObj>
            </w:sdtPr>
            <w:sdtEndPr/>
            <w:sdtContent>
              <w:p w:rsidR="00D56F8A" w:rsidRPr="00D56F8A" w:rsidRDefault="00D56F8A" w:rsidP="00D56F8A">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sdtContent>
  </w:sdt>
  <w:p w:rsidR="00D56F8A" w:rsidRDefault="00D56F8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715" w:rsidRDefault="00B77715" w:rsidP="00F26C2B">
      <w:r>
        <w:separator/>
      </w:r>
    </w:p>
  </w:footnote>
  <w:footnote w:type="continuationSeparator" w:id="0">
    <w:p w:rsidR="00B77715" w:rsidRDefault="00B77715"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6C2B" w:rsidRDefault="00F26C2B">
    <w:pPr>
      <w:pStyle w:val="Kopfzeile"/>
    </w:pPr>
    <w:r>
      <w:rPr>
        <w:noProof/>
      </w:rPr>
      <w:drawing>
        <wp:anchor distT="0" distB="0" distL="114300" distR="114300" simplePos="0" relativeHeight="251658240" behindDoc="1" locked="0" layoutInCell="1" allowOverlap="1">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193"/>
    <w:rsid w:val="00025AB4"/>
    <w:rsid w:val="000951A9"/>
    <w:rsid w:val="000A1829"/>
    <w:rsid w:val="000C5ED0"/>
    <w:rsid w:val="001D22B3"/>
    <w:rsid w:val="00293484"/>
    <w:rsid w:val="00331EAA"/>
    <w:rsid w:val="00344EE1"/>
    <w:rsid w:val="003A3D9B"/>
    <w:rsid w:val="00431193"/>
    <w:rsid w:val="004E042B"/>
    <w:rsid w:val="00513780"/>
    <w:rsid w:val="005E7B3F"/>
    <w:rsid w:val="00666379"/>
    <w:rsid w:val="006A4CF4"/>
    <w:rsid w:val="00784963"/>
    <w:rsid w:val="007B35B9"/>
    <w:rsid w:val="007F431D"/>
    <w:rsid w:val="00814284"/>
    <w:rsid w:val="00987D15"/>
    <w:rsid w:val="00996601"/>
    <w:rsid w:val="009A7E76"/>
    <w:rsid w:val="00A244F9"/>
    <w:rsid w:val="00A6476D"/>
    <w:rsid w:val="00AA1BCD"/>
    <w:rsid w:val="00B01EA5"/>
    <w:rsid w:val="00B712FE"/>
    <w:rsid w:val="00B77715"/>
    <w:rsid w:val="00BF3A3C"/>
    <w:rsid w:val="00C17089"/>
    <w:rsid w:val="00C91ECE"/>
    <w:rsid w:val="00CA6FD6"/>
    <w:rsid w:val="00CE0A4F"/>
    <w:rsid w:val="00CF5B78"/>
    <w:rsid w:val="00D21958"/>
    <w:rsid w:val="00D44054"/>
    <w:rsid w:val="00D51932"/>
    <w:rsid w:val="00D56F8A"/>
    <w:rsid w:val="00D91344"/>
    <w:rsid w:val="00E70201"/>
    <w:rsid w:val="00EB1AFD"/>
    <w:rsid w:val="00F26C2B"/>
    <w:rsid w:val="00F74DA4"/>
    <w:rsid w:val="00FA00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01C56495-8FBE-4A72-979A-5315705A6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paragraph" w:styleId="StandardWeb">
    <w:name w:val="Normal (Web)"/>
    <w:basedOn w:val="Standard"/>
    <w:uiPriority w:val="99"/>
    <w:semiHidden/>
    <w:unhideWhenUsed/>
    <w:rsid w:val="007F431D"/>
    <w:pPr>
      <w:overflowPunct/>
      <w:autoSpaceDE/>
      <w:autoSpaceDN/>
      <w:adjustRightInd/>
      <w:spacing w:after="100" w:afterAutospacing="1"/>
      <w:textAlignment w:val="auto"/>
    </w:pPr>
    <w:rPr>
      <w:rFonts w:ascii="Calibri" w:eastAsiaTheme="minorHAnsi" w:hAnsi="Calibri" w:cs="Calibri"/>
      <w:szCs w:val="22"/>
    </w:rPr>
  </w:style>
  <w:style w:type="character" w:styleId="NichtaufgelsteErwhnung">
    <w:name w:val="Unresolved Mention"/>
    <w:basedOn w:val="Absatz-Standardschriftart"/>
    <w:uiPriority w:val="99"/>
    <w:rsid w:val="007F43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042402">
      <w:bodyDiv w:val="1"/>
      <w:marLeft w:val="0"/>
      <w:marRight w:val="0"/>
      <w:marTop w:val="0"/>
      <w:marBottom w:val="0"/>
      <w:divBdr>
        <w:top w:val="none" w:sz="0" w:space="0" w:color="auto"/>
        <w:left w:val="none" w:sz="0" w:space="0" w:color="auto"/>
        <w:bottom w:val="none" w:sz="0" w:space="0" w:color="auto"/>
        <w:right w:val="none" w:sz="0" w:space="0" w:color="auto"/>
      </w:divBdr>
    </w:div>
    <w:div w:id="1176651955">
      <w:bodyDiv w:val="1"/>
      <w:marLeft w:val="0"/>
      <w:marRight w:val="0"/>
      <w:marTop w:val="0"/>
      <w:marBottom w:val="0"/>
      <w:divBdr>
        <w:top w:val="none" w:sz="0" w:space="0" w:color="auto"/>
        <w:left w:val="none" w:sz="0" w:space="0" w:color="auto"/>
        <w:bottom w:val="none" w:sz="0" w:space="0" w:color="auto"/>
        <w:right w:val="none" w:sz="0" w:space="0" w:color="auto"/>
      </w:divBdr>
    </w:div>
    <w:div w:id="165775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ja.nuernberger@lingner.de"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ngner.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2</Pages>
  <Words>346</Words>
  <Characters>2187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11</cp:revision>
  <dcterms:created xsi:type="dcterms:W3CDTF">2022-09-06T05:52:00Z</dcterms:created>
  <dcterms:modified xsi:type="dcterms:W3CDTF">2023-01-13T07:15:00Z</dcterms:modified>
</cp:coreProperties>
</file>