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08192" w14:textId="77777777"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bookmarkStart w:id="0" w:name="_Hlk124490620"/>
      <w:bookmarkEnd w:id="0"/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49F7B1A7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3E6737EC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18D933ED" w14:textId="77777777" w:rsidR="00F33595" w:rsidRPr="00823E20" w:rsidRDefault="00F33595" w:rsidP="00F33595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Auf ein Neues!</w:t>
      </w:r>
    </w:p>
    <w:p w14:paraId="5FA9C0BF" w14:textId="210B0D08" w:rsidR="00F33595" w:rsidRDefault="00955823" w:rsidP="00F33595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SPVGG GREUTHER FÜRTH </w:t>
      </w:r>
      <w:r w:rsidR="003473B9">
        <w:rPr>
          <w:rFonts w:ascii="Raleway" w:hAnsi="Raleway"/>
          <w:b/>
          <w:sz w:val="24"/>
          <w:szCs w:val="24"/>
        </w:rPr>
        <w:t xml:space="preserve">und Lingner Marketing </w:t>
      </w:r>
      <w:r w:rsidR="00F33595">
        <w:rPr>
          <w:rFonts w:ascii="Raleway" w:hAnsi="Raleway"/>
          <w:b/>
          <w:sz w:val="24"/>
          <w:szCs w:val="24"/>
        </w:rPr>
        <w:t>starte</w:t>
      </w:r>
      <w:r w:rsidR="003473B9">
        <w:rPr>
          <w:rFonts w:ascii="Raleway" w:hAnsi="Raleway"/>
          <w:b/>
          <w:sz w:val="24"/>
          <w:szCs w:val="24"/>
        </w:rPr>
        <w:t>n</w:t>
      </w:r>
      <w:r w:rsidR="00F33595">
        <w:rPr>
          <w:rFonts w:ascii="Raleway" w:hAnsi="Raleway"/>
          <w:b/>
          <w:sz w:val="24"/>
          <w:szCs w:val="24"/>
        </w:rPr>
        <w:t xml:space="preserve"> mit Kampagne in die neue Saison </w:t>
      </w:r>
    </w:p>
    <w:p w14:paraId="0E543B54" w14:textId="77777777" w:rsidR="00F33595" w:rsidRDefault="00F33595" w:rsidP="00F33595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5074B41F" w14:textId="5208B0AE" w:rsidR="00F33595" w:rsidRDefault="00F33595" w:rsidP="00F33595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Am vergangenen Wochenende</w:t>
      </w:r>
      <w:r w:rsidR="00932F81">
        <w:rPr>
          <w:rFonts w:ascii="Raleway" w:hAnsi="Raleway"/>
          <w:i/>
          <w:szCs w:val="22"/>
        </w:rPr>
        <w:t xml:space="preserve"> startete</w:t>
      </w:r>
      <w:r>
        <w:rPr>
          <w:rFonts w:ascii="Raleway" w:hAnsi="Raleway"/>
          <w:i/>
          <w:szCs w:val="22"/>
        </w:rPr>
        <w:t xml:space="preserve"> die Fußballsaison 2022/23 für die </w:t>
      </w:r>
      <w:r w:rsidR="00DB5929">
        <w:rPr>
          <w:rFonts w:ascii="Raleway" w:hAnsi="Raleway"/>
          <w:i/>
          <w:szCs w:val="22"/>
        </w:rPr>
        <w:t>zweite</w:t>
      </w:r>
      <w:r>
        <w:rPr>
          <w:rFonts w:ascii="Raleway" w:hAnsi="Raleway"/>
          <w:i/>
          <w:szCs w:val="22"/>
        </w:rPr>
        <w:t xml:space="preserve"> Fußballbundesliga. Mit dabei auch die </w:t>
      </w:r>
      <w:r w:rsidR="00955823">
        <w:rPr>
          <w:rFonts w:ascii="Raleway" w:hAnsi="Raleway"/>
          <w:i/>
          <w:szCs w:val="22"/>
        </w:rPr>
        <w:t>SPVGG GREUTHER FÜRTH</w:t>
      </w:r>
      <w:r>
        <w:rPr>
          <w:rFonts w:ascii="Raleway" w:hAnsi="Raleway"/>
          <w:i/>
          <w:szCs w:val="22"/>
        </w:rPr>
        <w:t xml:space="preserve">, deren </w:t>
      </w:r>
      <w:r w:rsidR="00932F81">
        <w:rPr>
          <w:rFonts w:ascii="Raleway" w:hAnsi="Raleway"/>
          <w:i/>
          <w:szCs w:val="22"/>
        </w:rPr>
        <w:t xml:space="preserve">Rückkehr </w:t>
      </w:r>
      <w:r>
        <w:rPr>
          <w:rFonts w:ascii="Raleway" w:hAnsi="Raleway"/>
          <w:i/>
          <w:szCs w:val="22"/>
        </w:rPr>
        <w:t xml:space="preserve">von einer attraktiven Kampagne begleitet wird – konzipiert und umgesetzt </w:t>
      </w:r>
      <w:r w:rsidR="003473B9">
        <w:rPr>
          <w:rFonts w:ascii="Raleway" w:hAnsi="Raleway"/>
          <w:i/>
          <w:szCs w:val="22"/>
        </w:rPr>
        <w:t>mit</w:t>
      </w:r>
      <w:r>
        <w:rPr>
          <w:rFonts w:ascii="Raleway" w:hAnsi="Raleway"/>
          <w:i/>
          <w:szCs w:val="22"/>
        </w:rPr>
        <w:t xml:space="preserve"> </w:t>
      </w:r>
      <w:r w:rsidR="00B03EB5">
        <w:rPr>
          <w:rFonts w:ascii="Raleway" w:hAnsi="Raleway"/>
          <w:i/>
          <w:szCs w:val="22"/>
        </w:rPr>
        <w:t>ihrer</w:t>
      </w:r>
      <w:r>
        <w:rPr>
          <w:rFonts w:ascii="Raleway" w:hAnsi="Raleway"/>
          <w:i/>
          <w:szCs w:val="22"/>
        </w:rPr>
        <w:t xml:space="preserve"> Stammagentur Lingner Marketing aus Fürth. </w:t>
      </w:r>
    </w:p>
    <w:p w14:paraId="282EE25A" w14:textId="77777777" w:rsidR="00F33595" w:rsidRDefault="00F33595" w:rsidP="00F33595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29AE6F69" w14:textId="77777777" w:rsidR="00DB5929" w:rsidRDefault="00F33595" w:rsidP="00616EFA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Juli 2022 – </w:t>
      </w:r>
      <w:r w:rsidR="00B03EB5">
        <w:rPr>
          <w:rFonts w:ascii="Raleway" w:hAnsi="Raleway"/>
          <w:szCs w:val="22"/>
        </w:rPr>
        <w:t xml:space="preserve">Die </w:t>
      </w:r>
      <w:r w:rsidR="00955823">
        <w:rPr>
          <w:rFonts w:ascii="Raleway" w:hAnsi="Raleway"/>
          <w:szCs w:val="22"/>
        </w:rPr>
        <w:t xml:space="preserve">SPVGG GREUTHER FÜRTH </w:t>
      </w:r>
      <w:r w:rsidR="00DB5929">
        <w:rPr>
          <w:rFonts w:ascii="Raleway" w:hAnsi="Raleway"/>
          <w:szCs w:val="22"/>
        </w:rPr>
        <w:t xml:space="preserve">ist sehr heimatverbunden und hat bereits in vergangenen Kampagnen immer wieder das Thema „Fußball auf Fränkisch“ aufgegriffen. Mit </w:t>
      </w:r>
      <w:r w:rsidR="00932F81">
        <w:rPr>
          <w:rFonts w:ascii="Raleway" w:hAnsi="Raleway"/>
          <w:szCs w:val="22"/>
        </w:rPr>
        <w:t>der</w:t>
      </w:r>
      <w:r w:rsidR="00DB5929">
        <w:rPr>
          <w:rFonts w:ascii="Raleway" w:hAnsi="Raleway"/>
          <w:szCs w:val="22"/>
        </w:rPr>
        <w:t xml:space="preserve"> Rückkehr in die zweite Bundesliga hat </w:t>
      </w:r>
      <w:r w:rsidR="00120F7C">
        <w:rPr>
          <w:rFonts w:ascii="Raleway" w:hAnsi="Raleway"/>
          <w:szCs w:val="22"/>
        </w:rPr>
        <w:t>ihre</w:t>
      </w:r>
      <w:r w:rsidR="00DB5929">
        <w:rPr>
          <w:rFonts w:ascii="Raleway" w:hAnsi="Raleway"/>
          <w:szCs w:val="22"/>
        </w:rPr>
        <w:t xml:space="preserve"> Stammagentur Lingner Marketing </w:t>
      </w:r>
      <w:r w:rsidR="00507377">
        <w:rPr>
          <w:rFonts w:ascii="Raleway" w:hAnsi="Raleway"/>
          <w:szCs w:val="22"/>
        </w:rPr>
        <w:t xml:space="preserve">nun </w:t>
      </w:r>
      <w:r w:rsidR="00DB5929">
        <w:rPr>
          <w:rFonts w:ascii="Raleway" w:hAnsi="Raleway"/>
          <w:szCs w:val="22"/>
        </w:rPr>
        <w:t>d</w:t>
      </w:r>
      <w:r w:rsidR="00932F81">
        <w:rPr>
          <w:rFonts w:ascii="Raleway" w:hAnsi="Raleway"/>
          <w:szCs w:val="22"/>
        </w:rPr>
        <w:t>iesen</w:t>
      </w:r>
      <w:r w:rsidR="00DB5929">
        <w:rPr>
          <w:rFonts w:ascii="Raleway" w:hAnsi="Raleway"/>
          <w:szCs w:val="22"/>
        </w:rPr>
        <w:t xml:space="preserve"> Faden weitergesponnen und </w:t>
      </w:r>
      <w:r w:rsidR="00955823">
        <w:rPr>
          <w:rFonts w:ascii="Raleway" w:hAnsi="Raleway"/>
          <w:szCs w:val="22"/>
        </w:rPr>
        <w:t xml:space="preserve">gemeinsam wurde </w:t>
      </w:r>
      <w:r w:rsidR="00DB5929">
        <w:rPr>
          <w:rFonts w:ascii="Raleway" w:hAnsi="Raleway"/>
          <w:szCs w:val="22"/>
        </w:rPr>
        <w:t>e</w:t>
      </w:r>
      <w:r w:rsidR="00DB5929" w:rsidRPr="00DB5929">
        <w:rPr>
          <w:rFonts w:ascii="Raleway" w:hAnsi="Raleway"/>
          <w:szCs w:val="22"/>
        </w:rPr>
        <w:t xml:space="preserve">in noch markanteres Wording </w:t>
      </w:r>
      <w:r w:rsidR="00DB5929">
        <w:rPr>
          <w:rFonts w:ascii="Raleway" w:hAnsi="Raleway"/>
          <w:szCs w:val="22"/>
        </w:rPr>
        <w:t>ge</w:t>
      </w:r>
      <w:r w:rsidR="00DB5929" w:rsidRPr="00DB5929">
        <w:rPr>
          <w:rFonts w:ascii="Raleway" w:hAnsi="Raleway"/>
          <w:szCs w:val="22"/>
        </w:rPr>
        <w:t xml:space="preserve">schaffen, </w:t>
      </w:r>
      <w:r w:rsidR="00932F81">
        <w:rPr>
          <w:rFonts w:ascii="Raleway" w:hAnsi="Raleway"/>
          <w:szCs w:val="22"/>
        </w:rPr>
        <w:t>um</w:t>
      </w:r>
      <w:r w:rsidR="00DB5929">
        <w:rPr>
          <w:rFonts w:ascii="Raleway" w:hAnsi="Raleway"/>
          <w:szCs w:val="22"/>
        </w:rPr>
        <w:t xml:space="preserve"> </w:t>
      </w:r>
      <w:r w:rsidR="00DB5929" w:rsidRPr="00DB5929">
        <w:rPr>
          <w:rFonts w:ascii="Raleway" w:hAnsi="Raleway"/>
          <w:szCs w:val="22"/>
        </w:rPr>
        <w:t xml:space="preserve">die Besonderheiten </w:t>
      </w:r>
      <w:r w:rsidR="00DB5929">
        <w:rPr>
          <w:rFonts w:ascii="Raleway" w:hAnsi="Raleway"/>
          <w:szCs w:val="22"/>
        </w:rPr>
        <w:t>des Vereins</w:t>
      </w:r>
      <w:r w:rsidR="00DB5929" w:rsidRPr="00DB5929">
        <w:rPr>
          <w:rFonts w:ascii="Raleway" w:hAnsi="Raleway"/>
          <w:szCs w:val="22"/>
        </w:rPr>
        <w:t xml:space="preserve"> hervor</w:t>
      </w:r>
      <w:r w:rsidR="00932F81">
        <w:rPr>
          <w:rFonts w:ascii="Raleway" w:hAnsi="Raleway"/>
          <w:szCs w:val="22"/>
        </w:rPr>
        <w:t>zu</w:t>
      </w:r>
      <w:r w:rsidR="00DB5929" w:rsidRPr="00DB5929">
        <w:rPr>
          <w:rFonts w:ascii="Raleway" w:hAnsi="Raleway"/>
          <w:szCs w:val="22"/>
        </w:rPr>
        <w:t>heb</w:t>
      </w:r>
      <w:r w:rsidR="00932F81">
        <w:rPr>
          <w:rFonts w:ascii="Raleway" w:hAnsi="Raleway"/>
          <w:szCs w:val="22"/>
        </w:rPr>
        <w:t>en</w:t>
      </w:r>
      <w:r w:rsidR="00DB5929" w:rsidRPr="00DB5929">
        <w:rPr>
          <w:rFonts w:ascii="Raleway" w:hAnsi="Raleway"/>
          <w:szCs w:val="22"/>
        </w:rPr>
        <w:t xml:space="preserve">. </w:t>
      </w:r>
      <w:r w:rsidR="00DB5929">
        <w:rPr>
          <w:rFonts w:ascii="Raleway" w:hAnsi="Raleway"/>
          <w:szCs w:val="22"/>
        </w:rPr>
        <w:t>Da</w:t>
      </w:r>
      <w:r w:rsidR="00932F81">
        <w:rPr>
          <w:rFonts w:ascii="Raleway" w:hAnsi="Raleway"/>
          <w:szCs w:val="22"/>
        </w:rPr>
        <w:t xml:space="preserve">s erklärte Ziel: Die </w:t>
      </w:r>
      <w:r w:rsidR="00DB5929">
        <w:rPr>
          <w:rFonts w:ascii="Raleway" w:hAnsi="Raleway"/>
          <w:szCs w:val="22"/>
        </w:rPr>
        <w:t xml:space="preserve">Fans </w:t>
      </w:r>
      <w:r w:rsidR="00932F81">
        <w:rPr>
          <w:rFonts w:ascii="Raleway" w:hAnsi="Raleway"/>
          <w:szCs w:val="22"/>
        </w:rPr>
        <w:t xml:space="preserve">sollen </w:t>
      </w:r>
      <w:r w:rsidR="00DB5929">
        <w:rPr>
          <w:rFonts w:ascii="Raleway" w:hAnsi="Raleway"/>
          <w:szCs w:val="22"/>
        </w:rPr>
        <w:t>– unabhängig</w:t>
      </w:r>
      <w:r w:rsidR="00DB5929" w:rsidRPr="00DB5929">
        <w:rPr>
          <w:rFonts w:ascii="Raleway" w:hAnsi="Raleway"/>
          <w:szCs w:val="22"/>
        </w:rPr>
        <w:t xml:space="preserve"> von </w:t>
      </w:r>
      <w:r w:rsidR="00932F81">
        <w:rPr>
          <w:rFonts w:ascii="Raleway" w:hAnsi="Raleway"/>
          <w:szCs w:val="22"/>
        </w:rPr>
        <w:t xml:space="preserve">Liga und </w:t>
      </w:r>
      <w:r w:rsidR="00DB5929" w:rsidRPr="00DB5929">
        <w:rPr>
          <w:rFonts w:ascii="Raleway" w:hAnsi="Raleway"/>
          <w:szCs w:val="22"/>
        </w:rPr>
        <w:t>Tabellenlage</w:t>
      </w:r>
      <w:r w:rsidR="00DB5929">
        <w:rPr>
          <w:rFonts w:ascii="Raleway" w:hAnsi="Raleway"/>
          <w:szCs w:val="22"/>
        </w:rPr>
        <w:t xml:space="preserve"> – mobilisiert </w:t>
      </w:r>
      <w:r w:rsidR="00616EFA">
        <w:rPr>
          <w:rFonts w:ascii="Raleway" w:hAnsi="Raleway"/>
          <w:szCs w:val="22"/>
        </w:rPr>
        <w:t xml:space="preserve">und der Zusammenhalt gestärkt werden. </w:t>
      </w:r>
    </w:p>
    <w:p w14:paraId="23F4EB62" w14:textId="77777777" w:rsidR="00616EFA" w:rsidRPr="00DB5929" w:rsidRDefault="00616EFA" w:rsidP="00616EFA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05F6D916" w14:textId="65AF6685" w:rsidR="00344EE1" w:rsidRDefault="00616EFA" w:rsidP="008C603A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Das </w:t>
      </w:r>
      <w:r w:rsidR="00932F81">
        <w:rPr>
          <w:rFonts w:ascii="Raleway" w:hAnsi="Raleway"/>
          <w:szCs w:val="22"/>
        </w:rPr>
        <w:t xml:space="preserve">vertraute </w:t>
      </w:r>
      <w:r>
        <w:rPr>
          <w:rFonts w:ascii="Raleway" w:hAnsi="Raleway"/>
          <w:szCs w:val="22"/>
        </w:rPr>
        <w:t xml:space="preserve">Kleeblatt </w:t>
      </w:r>
      <w:r w:rsidR="00932F81">
        <w:rPr>
          <w:rFonts w:ascii="Raleway" w:hAnsi="Raleway"/>
          <w:szCs w:val="22"/>
        </w:rPr>
        <w:t xml:space="preserve">zieht sich als Vereinssymbol selbstverständlich durch alle Maßnahmen und </w:t>
      </w:r>
      <w:r>
        <w:rPr>
          <w:rFonts w:ascii="Raleway" w:hAnsi="Raleway"/>
          <w:szCs w:val="22"/>
        </w:rPr>
        <w:t xml:space="preserve">steht dabei nicht nur für die </w:t>
      </w:r>
      <w:r w:rsidR="00DB5929" w:rsidRPr="00DB5929">
        <w:rPr>
          <w:rFonts w:ascii="Raleway" w:hAnsi="Raleway"/>
          <w:szCs w:val="22"/>
        </w:rPr>
        <w:t>besondere Art von Fu</w:t>
      </w:r>
      <w:r w:rsidR="00DB5929" w:rsidRPr="00DB5929">
        <w:rPr>
          <w:rFonts w:ascii="Trebuchet MS" w:hAnsi="Trebuchet MS" w:cs="Trebuchet MS"/>
          <w:szCs w:val="22"/>
        </w:rPr>
        <w:t>ß</w:t>
      </w:r>
      <w:r w:rsidR="00DB5929" w:rsidRPr="00DB5929">
        <w:rPr>
          <w:rFonts w:ascii="Raleway" w:hAnsi="Raleway"/>
          <w:szCs w:val="22"/>
        </w:rPr>
        <w:t xml:space="preserve">ball, </w:t>
      </w:r>
      <w:r>
        <w:rPr>
          <w:rFonts w:ascii="Raleway" w:hAnsi="Raleway"/>
          <w:szCs w:val="22"/>
        </w:rPr>
        <w:t xml:space="preserve">sondern auch für das einzigartige Verhältnis zwischen Verein und Fans. </w:t>
      </w:r>
      <w:r w:rsidR="00345FCB">
        <w:rPr>
          <w:rFonts w:ascii="Raleway" w:hAnsi="Raleway"/>
          <w:szCs w:val="22"/>
        </w:rPr>
        <w:t xml:space="preserve">So einzigartig, dass </w:t>
      </w:r>
      <w:r>
        <w:rPr>
          <w:rFonts w:ascii="Raleway" w:hAnsi="Raleway"/>
          <w:szCs w:val="22"/>
        </w:rPr>
        <w:t xml:space="preserve">hierfür </w:t>
      </w:r>
      <w:r w:rsidR="00345FCB">
        <w:rPr>
          <w:rFonts w:ascii="Raleway" w:hAnsi="Raleway"/>
          <w:szCs w:val="22"/>
        </w:rPr>
        <w:t xml:space="preserve">kurzerhand eigene </w:t>
      </w:r>
      <w:r>
        <w:rPr>
          <w:rFonts w:ascii="Raleway" w:hAnsi="Raleway"/>
          <w:szCs w:val="22"/>
        </w:rPr>
        <w:t>Definitionen</w:t>
      </w:r>
      <w:r w:rsidR="00345FCB">
        <w:rPr>
          <w:rFonts w:ascii="Raleway" w:hAnsi="Raleway"/>
          <w:szCs w:val="22"/>
        </w:rPr>
        <w:t xml:space="preserve"> erschaffen </w:t>
      </w:r>
      <w:r w:rsidR="003473B9">
        <w:rPr>
          <w:rFonts w:ascii="Raleway" w:hAnsi="Raleway"/>
          <w:szCs w:val="22"/>
        </w:rPr>
        <w:t>wurden</w:t>
      </w:r>
      <w:r w:rsidR="00345FCB">
        <w:rPr>
          <w:rFonts w:ascii="Raleway" w:hAnsi="Raleway"/>
          <w:szCs w:val="22"/>
        </w:rPr>
        <w:t xml:space="preserve">. </w:t>
      </w:r>
      <w:r w:rsidR="008C603A">
        <w:rPr>
          <w:rFonts w:ascii="Raleway" w:hAnsi="Raleway"/>
          <w:szCs w:val="22"/>
        </w:rPr>
        <w:t xml:space="preserve">Leidenschaft steht deshalb beispielsweise nicht nur für „Große Begeisterung, ausgeprägte Neigung, Passion für etwas“, sondern auch für „Gefühlszustand eines Kleeblatt-Fans während des Spiels“. Die Begriffe werden im Duden-Stil hervorgehoben und </w:t>
      </w:r>
      <w:r w:rsidR="006673E2">
        <w:rPr>
          <w:rFonts w:ascii="Raleway" w:hAnsi="Raleway"/>
          <w:szCs w:val="22"/>
        </w:rPr>
        <w:t xml:space="preserve">mit ansprechenden Motiven </w:t>
      </w:r>
      <w:r w:rsidR="008C603A">
        <w:rPr>
          <w:rFonts w:ascii="Raleway" w:hAnsi="Raleway"/>
          <w:szCs w:val="22"/>
        </w:rPr>
        <w:t xml:space="preserve">über die Social-Media-Kanäle sowie über Plakatflächen transportiert. </w:t>
      </w:r>
      <w:r w:rsidR="000502C9">
        <w:rPr>
          <w:rFonts w:ascii="Raleway" w:hAnsi="Raleway"/>
          <w:szCs w:val="22"/>
        </w:rPr>
        <w:t>Einer fränkisch-einzigartigen Fußball-Saison steht damit nichts mehr im Wege.</w:t>
      </w:r>
    </w:p>
    <w:p w14:paraId="69F2C33B" w14:textId="77777777" w:rsidR="000502C9" w:rsidRDefault="000502C9" w:rsidP="008C603A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2138AF03" w14:textId="77777777" w:rsidR="000502C9" w:rsidRDefault="000502C9" w:rsidP="008C603A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</w:t>
      </w:r>
      <w:r w:rsidR="001B0A68">
        <w:rPr>
          <w:rFonts w:ascii="Raleway" w:hAnsi="Raleway"/>
          <w:szCs w:val="22"/>
        </w:rPr>
        <w:t xml:space="preserve">zu Lingner Marketing </w:t>
      </w:r>
      <w:r>
        <w:rPr>
          <w:rFonts w:ascii="Raleway" w:hAnsi="Raleway"/>
          <w:szCs w:val="22"/>
        </w:rPr>
        <w:t xml:space="preserve">unter: </w:t>
      </w:r>
      <w:hyperlink r:id="rId6" w:history="1">
        <w:r w:rsidRPr="003121A0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14:paraId="169ED43E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698E8DCC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1CE2AB9F" w14:textId="77777777"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3EDEA471" w14:textId="77777777"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</w:t>
      </w:r>
      <w:r>
        <w:rPr>
          <w:rFonts w:ascii="Raleway" w:hAnsi="Raleway"/>
          <w:i/>
          <w:sz w:val="20"/>
        </w:rPr>
        <w:lastRenderedPageBreak/>
        <w:t>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7E5746EF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75492E64" w14:textId="0FB4D7FB" w:rsidR="007F431D" w:rsidRDefault="007F431D" w:rsidP="00F26C2B">
      <w:pPr>
        <w:ind w:right="1128"/>
        <w:rPr>
          <w:rFonts w:ascii="Raleway" w:hAnsi="Raleway"/>
          <w:b/>
        </w:rPr>
      </w:pPr>
    </w:p>
    <w:p w14:paraId="27CE60A6" w14:textId="6C699C49" w:rsidR="00A3008E" w:rsidRDefault="00A3008E" w:rsidP="00F26C2B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</w:t>
      </w:r>
      <w:r>
        <w:rPr>
          <w:rFonts w:ascii="Raleway" w:hAnsi="Raleway"/>
          <w:b/>
          <w:u w:val="single"/>
        </w:rPr>
        <w:t>unterschrift</w:t>
      </w:r>
      <w:r>
        <w:rPr>
          <w:rFonts w:ascii="Raleway" w:hAnsi="Raleway"/>
          <w:b/>
          <w:u w:val="single"/>
        </w:rPr>
        <w:br/>
      </w:r>
    </w:p>
    <w:p w14:paraId="4F7FC297" w14:textId="3DD3E275" w:rsidR="00A3008E" w:rsidRDefault="00A3008E" w:rsidP="00F26C2B">
      <w:pPr>
        <w:ind w:right="1128"/>
        <w:rPr>
          <w:rFonts w:ascii="Raleway" w:hAnsi="Raleway"/>
          <w:b/>
          <w:u w:val="single"/>
        </w:rPr>
      </w:pPr>
      <w:r>
        <w:rPr>
          <w:rFonts w:ascii="Raleway" w:hAnsi="Raleway"/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02526E6A" wp14:editId="4386956B">
            <wp:simplePos x="0" y="0"/>
            <wp:positionH relativeFrom="column">
              <wp:posOffset>1995805</wp:posOffset>
            </wp:positionH>
            <wp:positionV relativeFrom="paragraph">
              <wp:posOffset>-2540</wp:posOffset>
            </wp:positionV>
            <wp:extent cx="1799590" cy="179959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_1543_Kampagne_Saisonstart_22_23_SM_1080x1080px4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GoBack"/>
      <w:r>
        <w:rPr>
          <w:rFonts w:ascii="Raleway" w:hAnsi="Raleway"/>
          <w:b/>
          <w:noProof/>
          <w:u w:val="single"/>
        </w:rPr>
        <w:drawing>
          <wp:inline distT="0" distB="0" distL="0" distR="0" wp14:anchorId="49665484" wp14:editId="5D397C71">
            <wp:extent cx="1800000" cy="180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1543_Kampagne_Saisonstart_22_23_SM_1080x1080px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EB71D94" w14:textId="2A9D9A53" w:rsidR="00A3008E" w:rsidRDefault="00A3008E" w:rsidP="00F26C2B">
      <w:pPr>
        <w:ind w:right="1128"/>
        <w:rPr>
          <w:rFonts w:ascii="Raleway" w:hAnsi="Raleway"/>
          <w:b/>
        </w:rPr>
      </w:pPr>
    </w:p>
    <w:p w14:paraId="7B363B17" w14:textId="2BA2F883" w:rsidR="00A3008E" w:rsidRPr="00A3008E" w:rsidRDefault="00A3008E" w:rsidP="00F26C2B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Die neue Kampagne transportiert das </w:t>
      </w:r>
      <w:r w:rsidRPr="00A3008E">
        <w:rPr>
          <w:rFonts w:ascii="Raleway" w:hAnsi="Raleway"/>
          <w:i/>
        </w:rPr>
        <w:t>einzigartige Verhältnis zwischen Verein und Fans</w:t>
      </w:r>
      <w:r>
        <w:rPr>
          <w:rFonts w:ascii="Raleway" w:hAnsi="Raleway"/>
          <w:i/>
        </w:rPr>
        <w:t xml:space="preserve"> mittels eigens geschaffener Definitionen. </w:t>
      </w:r>
    </w:p>
    <w:p w14:paraId="4A0B0BA3" w14:textId="26247E27" w:rsidR="00A3008E" w:rsidRDefault="00A3008E" w:rsidP="00F26C2B">
      <w:pPr>
        <w:ind w:right="1128"/>
        <w:rPr>
          <w:rFonts w:ascii="Raleway" w:hAnsi="Raleway"/>
          <w:b/>
        </w:rPr>
      </w:pPr>
    </w:p>
    <w:p w14:paraId="6108595C" w14:textId="18590B4C" w:rsidR="00A3008E" w:rsidRDefault="00A3008E" w:rsidP="00F26C2B">
      <w:pPr>
        <w:ind w:right="1128"/>
        <w:rPr>
          <w:rFonts w:ascii="Raleway" w:hAnsi="Raleway"/>
          <w:b/>
        </w:rPr>
      </w:pPr>
    </w:p>
    <w:p w14:paraId="2B13132A" w14:textId="77777777" w:rsidR="00A3008E" w:rsidRDefault="00A3008E" w:rsidP="00F26C2B">
      <w:pPr>
        <w:ind w:right="1128"/>
        <w:rPr>
          <w:rFonts w:ascii="Raleway" w:hAnsi="Raleway"/>
          <w:b/>
        </w:rPr>
      </w:pPr>
    </w:p>
    <w:p w14:paraId="006F876F" w14:textId="77777777" w:rsidR="00A3008E" w:rsidRDefault="00A3008E" w:rsidP="00F26C2B">
      <w:pPr>
        <w:ind w:right="1128"/>
        <w:rPr>
          <w:rFonts w:ascii="Raleway" w:hAnsi="Raleway"/>
          <w:b/>
        </w:rPr>
      </w:pPr>
    </w:p>
    <w:p w14:paraId="13859E01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14:paraId="080B4098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32B9AB7C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17F48A98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20FC9" w14:textId="77777777" w:rsidR="009C7CDD" w:rsidRDefault="009C7CDD" w:rsidP="00F26C2B">
      <w:r>
        <w:separator/>
      </w:r>
    </w:p>
  </w:endnote>
  <w:endnote w:type="continuationSeparator" w:id="0">
    <w:p w14:paraId="54380089" w14:textId="77777777" w:rsidR="009C7CDD" w:rsidRDefault="009C7CDD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05427" w14:textId="77777777" w:rsidR="00F01104" w:rsidRDefault="00F0110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9419885"/>
      <w:docPartObj>
        <w:docPartGallery w:val="Page Numbers (Bottom of Page)"/>
        <w:docPartUnique/>
      </w:docPartObj>
    </w:sdtPr>
    <w:sdtEndPr/>
    <w:sdtContent>
      <w:sdt>
        <w:sdtPr>
          <w:rPr>
            <w:rFonts w:ascii="Raleway" w:hAnsi="Raleway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A7AEA8" w14:textId="5828FC5D" w:rsidR="00F01104" w:rsidRPr="00F01104" w:rsidRDefault="00F01104" w:rsidP="00F01104">
            <w:pPr>
              <w:pStyle w:val="Fuzeile"/>
              <w:jc w:val="center"/>
              <w:rPr>
                <w:rFonts w:ascii="Raleway" w:hAnsi="Raleway"/>
                <w:sz w:val="18"/>
                <w:szCs w:val="18"/>
              </w:rPr>
            </w:pPr>
            <w:r>
              <w:rPr>
                <w:rFonts w:ascii="Raleway" w:hAnsi="Raleway"/>
                <w:sz w:val="18"/>
                <w:szCs w:val="18"/>
              </w:rPr>
              <w:t xml:space="preserve">Seite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PAGE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1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  <w:r>
              <w:rPr>
                <w:rFonts w:ascii="Raleway" w:hAnsi="Raleway"/>
                <w:sz w:val="18"/>
                <w:szCs w:val="18"/>
              </w:rPr>
              <w:t xml:space="preserve"> von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NUMPAGES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4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7C4FBA" w14:textId="77777777" w:rsidR="00F01104" w:rsidRDefault="00F011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FB1DA" w14:textId="77777777" w:rsidR="00F01104" w:rsidRDefault="00F011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8D362" w14:textId="77777777" w:rsidR="009C7CDD" w:rsidRDefault="009C7CDD" w:rsidP="00F26C2B">
      <w:r>
        <w:separator/>
      </w:r>
    </w:p>
  </w:footnote>
  <w:footnote w:type="continuationSeparator" w:id="0">
    <w:p w14:paraId="5DAD982F" w14:textId="77777777" w:rsidR="009C7CDD" w:rsidRDefault="009C7CDD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07CF4" w14:textId="77777777" w:rsidR="00F01104" w:rsidRDefault="00F0110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03F98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C3A86A" wp14:editId="5620D820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DA9B0" w14:textId="77777777" w:rsidR="00F01104" w:rsidRDefault="00F0110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95"/>
    <w:rsid w:val="00025AB4"/>
    <w:rsid w:val="000502C9"/>
    <w:rsid w:val="000A1829"/>
    <w:rsid w:val="000C5ED0"/>
    <w:rsid w:val="00120F7C"/>
    <w:rsid w:val="001B0A68"/>
    <w:rsid w:val="001D22B3"/>
    <w:rsid w:val="0026561E"/>
    <w:rsid w:val="002849C0"/>
    <w:rsid w:val="00331EAA"/>
    <w:rsid w:val="00344EE1"/>
    <w:rsid w:val="00345FCB"/>
    <w:rsid w:val="003473B9"/>
    <w:rsid w:val="003A3D9B"/>
    <w:rsid w:val="003F11C0"/>
    <w:rsid w:val="004E042B"/>
    <w:rsid w:val="00507377"/>
    <w:rsid w:val="00513780"/>
    <w:rsid w:val="005F202E"/>
    <w:rsid w:val="00616EFA"/>
    <w:rsid w:val="00666379"/>
    <w:rsid w:val="006673E2"/>
    <w:rsid w:val="007B35B9"/>
    <w:rsid w:val="007F431D"/>
    <w:rsid w:val="00814284"/>
    <w:rsid w:val="008C603A"/>
    <w:rsid w:val="00932F81"/>
    <w:rsid w:val="00955823"/>
    <w:rsid w:val="00996601"/>
    <w:rsid w:val="009A7E76"/>
    <w:rsid w:val="009C7CDD"/>
    <w:rsid w:val="009E23E6"/>
    <w:rsid w:val="00A3008E"/>
    <w:rsid w:val="00A6476D"/>
    <w:rsid w:val="00AA1BCD"/>
    <w:rsid w:val="00B01EA5"/>
    <w:rsid w:val="00B03EB5"/>
    <w:rsid w:val="00BF3A3C"/>
    <w:rsid w:val="00C91ECE"/>
    <w:rsid w:val="00CA6FD6"/>
    <w:rsid w:val="00D21958"/>
    <w:rsid w:val="00D2577E"/>
    <w:rsid w:val="00D44054"/>
    <w:rsid w:val="00D45FBC"/>
    <w:rsid w:val="00DB5929"/>
    <w:rsid w:val="00E70201"/>
    <w:rsid w:val="00EB1AFD"/>
    <w:rsid w:val="00F01104"/>
    <w:rsid w:val="00F26C2B"/>
    <w:rsid w:val="00F3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B7EC3"/>
  <w14:defaultImageDpi w14:val="32767"/>
  <w15:chartTrackingRefBased/>
  <w15:docId w15:val="{72F5406A-E67A-4195-855B-DED89FC3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ingner.de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2</Pages>
  <Words>386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13</cp:revision>
  <dcterms:created xsi:type="dcterms:W3CDTF">2022-07-18T08:46:00Z</dcterms:created>
  <dcterms:modified xsi:type="dcterms:W3CDTF">2023-01-13T07:29:00Z</dcterms:modified>
</cp:coreProperties>
</file>